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3D98" w:rsidRDefault="00533D98">
      <w:r>
        <w:t>Fichier exemple : document Word 2007</w:t>
      </w:r>
    </w:p>
    <w:sectPr w:rsidR="00533D98" w:rsidSect="00533D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stylePaneFormatFilter w:val="3F01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9502B"/>
    <w:rsid w:val="00013585"/>
    <w:rsid w:val="00015504"/>
    <w:rsid w:val="00026C49"/>
    <w:rsid w:val="00027E64"/>
    <w:rsid w:val="000401AB"/>
    <w:rsid w:val="00053280"/>
    <w:rsid w:val="000670F5"/>
    <w:rsid w:val="000824EE"/>
    <w:rsid w:val="00095A70"/>
    <w:rsid w:val="000A1882"/>
    <w:rsid w:val="000A485A"/>
    <w:rsid w:val="000C0E78"/>
    <w:rsid w:val="000D4B63"/>
    <w:rsid w:val="000E61D5"/>
    <w:rsid w:val="000F2B86"/>
    <w:rsid w:val="00107806"/>
    <w:rsid w:val="00122EBE"/>
    <w:rsid w:val="00125F7C"/>
    <w:rsid w:val="0012716F"/>
    <w:rsid w:val="0013030C"/>
    <w:rsid w:val="00140C41"/>
    <w:rsid w:val="00144901"/>
    <w:rsid w:val="00145368"/>
    <w:rsid w:val="00156322"/>
    <w:rsid w:val="00160DA1"/>
    <w:rsid w:val="00173712"/>
    <w:rsid w:val="00196DC6"/>
    <w:rsid w:val="001B0D82"/>
    <w:rsid w:val="001B2FCC"/>
    <w:rsid w:val="001C3E80"/>
    <w:rsid w:val="001C7258"/>
    <w:rsid w:val="001E1BDB"/>
    <w:rsid w:val="001F12EF"/>
    <w:rsid w:val="001F32EB"/>
    <w:rsid w:val="0022265E"/>
    <w:rsid w:val="002714C3"/>
    <w:rsid w:val="0027747C"/>
    <w:rsid w:val="002820DD"/>
    <w:rsid w:val="00286924"/>
    <w:rsid w:val="00291BB9"/>
    <w:rsid w:val="00292FEB"/>
    <w:rsid w:val="00294668"/>
    <w:rsid w:val="00296BF6"/>
    <w:rsid w:val="002A50F8"/>
    <w:rsid w:val="002B3227"/>
    <w:rsid w:val="002B39A8"/>
    <w:rsid w:val="002C03E7"/>
    <w:rsid w:val="002C28DB"/>
    <w:rsid w:val="002E1E1F"/>
    <w:rsid w:val="003128C2"/>
    <w:rsid w:val="003169E5"/>
    <w:rsid w:val="0034563D"/>
    <w:rsid w:val="0035124F"/>
    <w:rsid w:val="00355C53"/>
    <w:rsid w:val="00356083"/>
    <w:rsid w:val="00357747"/>
    <w:rsid w:val="0037047E"/>
    <w:rsid w:val="00372102"/>
    <w:rsid w:val="00373FDF"/>
    <w:rsid w:val="00381097"/>
    <w:rsid w:val="003A1EE1"/>
    <w:rsid w:val="003A1FEC"/>
    <w:rsid w:val="003A3BD7"/>
    <w:rsid w:val="003A7EDA"/>
    <w:rsid w:val="003B2BEA"/>
    <w:rsid w:val="003B2F01"/>
    <w:rsid w:val="003C18D8"/>
    <w:rsid w:val="003C3D6D"/>
    <w:rsid w:val="003D57C9"/>
    <w:rsid w:val="003E16A1"/>
    <w:rsid w:val="003E464E"/>
    <w:rsid w:val="003F0C39"/>
    <w:rsid w:val="003F6180"/>
    <w:rsid w:val="004108B1"/>
    <w:rsid w:val="00420C92"/>
    <w:rsid w:val="004313E1"/>
    <w:rsid w:val="00434995"/>
    <w:rsid w:val="00463299"/>
    <w:rsid w:val="00464565"/>
    <w:rsid w:val="004666EE"/>
    <w:rsid w:val="00467C66"/>
    <w:rsid w:val="00472A75"/>
    <w:rsid w:val="00474737"/>
    <w:rsid w:val="00475A29"/>
    <w:rsid w:val="0048168E"/>
    <w:rsid w:val="00482940"/>
    <w:rsid w:val="00486212"/>
    <w:rsid w:val="00486787"/>
    <w:rsid w:val="0049334B"/>
    <w:rsid w:val="004958CB"/>
    <w:rsid w:val="004969D2"/>
    <w:rsid w:val="004B08FD"/>
    <w:rsid w:val="004B3499"/>
    <w:rsid w:val="004B34CB"/>
    <w:rsid w:val="004B7F6E"/>
    <w:rsid w:val="004C4C57"/>
    <w:rsid w:val="004E0701"/>
    <w:rsid w:val="004E0921"/>
    <w:rsid w:val="00501D61"/>
    <w:rsid w:val="00505AEE"/>
    <w:rsid w:val="0051076F"/>
    <w:rsid w:val="0051603E"/>
    <w:rsid w:val="00516703"/>
    <w:rsid w:val="00516C39"/>
    <w:rsid w:val="0051771A"/>
    <w:rsid w:val="00520688"/>
    <w:rsid w:val="0052757B"/>
    <w:rsid w:val="00530D3A"/>
    <w:rsid w:val="00533D98"/>
    <w:rsid w:val="00534A6F"/>
    <w:rsid w:val="00541640"/>
    <w:rsid w:val="00554DFB"/>
    <w:rsid w:val="00576210"/>
    <w:rsid w:val="0058270B"/>
    <w:rsid w:val="005835D1"/>
    <w:rsid w:val="00585337"/>
    <w:rsid w:val="00586CC9"/>
    <w:rsid w:val="005A040E"/>
    <w:rsid w:val="005A0B86"/>
    <w:rsid w:val="005A173C"/>
    <w:rsid w:val="005A6F4A"/>
    <w:rsid w:val="005A7DA7"/>
    <w:rsid w:val="005B17E4"/>
    <w:rsid w:val="005B2BB0"/>
    <w:rsid w:val="005C4DAE"/>
    <w:rsid w:val="005E06E0"/>
    <w:rsid w:val="005E529B"/>
    <w:rsid w:val="005E74AE"/>
    <w:rsid w:val="005E7EFA"/>
    <w:rsid w:val="005F033E"/>
    <w:rsid w:val="00601553"/>
    <w:rsid w:val="00606251"/>
    <w:rsid w:val="00607A8C"/>
    <w:rsid w:val="00610287"/>
    <w:rsid w:val="006260D7"/>
    <w:rsid w:val="00627526"/>
    <w:rsid w:val="00630A1A"/>
    <w:rsid w:val="00630A86"/>
    <w:rsid w:val="0063644A"/>
    <w:rsid w:val="0063776C"/>
    <w:rsid w:val="00660DB4"/>
    <w:rsid w:val="006647BA"/>
    <w:rsid w:val="00672632"/>
    <w:rsid w:val="0067771F"/>
    <w:rsid w:val="006926DE"/>
    <w:rsid w:val="006E2FD8"/>
    <w:rsid w:val="006E42A0"/>
    <w:rsid w:val="006E4F30"/>
    <w:rsid w:val="006E4F3E"/>
    <w:rsid w:val="006F2DEE"/>
    <w:rsid w:val="00702B70"/>
    <w:rsid w:val="007034B1"/>
    <w:rsid w:val="007041B9"/>
    <w:rsid w:val="00711C43"/>
    <w:rsid w:val="00746B5C"/>
    <w:rsid w:val="00754A5F"/>
    <w:rsid w:val="00755795"/>
    <w:rsid w:val="007562AA"/>
    <w:rsid w:val="007606FC"/>
    <w:rsid w:val="007634C7"/>
    <w:rsid w:val="00770C4B"/>
    <w:rsid w:val="00777BE1"/>
    <w:rsid w:val="00782602"/>
    <w:rsid w:val="00790183"/>
    <w:rsid w:val="007A4B5E"/>
    <w:rsid w:val="007B13B2"/>
    <w:rsid w:val="007B1DF0"/>
    <w:rsid w:val="007C2F68"/>
    <w:rsid w:val="007C5E0A"/>
    <w:rsid w:val="007D3969"/>
    <w:rsid w:val="007E3439"/>
    <w:rsid w:val="007F7349"/>
    <w:rsid w:val="0081480F"/>
    <w:rsid w:val="00816820"/>
    <w:rsid w:val="00835108"/>
    <w:rsid w:val="00837437"/>
    <w:rsid w:val="00842EA6"/>
    <w:rsid w:val="00845997"/>
    <w:rsid w:val="00860ABA"/>
    <w:rsid w:val="00861C34"/>
    <w:rsid w:val="00867BC4"/>
    <w:rsid w:val="008737C9"/>
    <w:rsid w:val="0087638F"/>
    <w:rsid w:val="00876A2E"/>
    <w:rsid w:val="008813A3"/>
    <w:rsid w:val="00891CAE"/>
    <w:rsid w:val="00892E40"/>
    <w:rsid w:val="008B1450"/>
    <w:rsid w:val="008C0CC2"/>
    <w:rsid w:val="008D0AB7"/>
    <w:rsid w:val="008D7A6D"/>
    <w:rsid w:val="008E5795"/>
    <w:rsid w:val="00900DE5"/>
    <w:rsid w:val="00902795"/>
    <w:rsid w:val="0090345E"/>
    <w:rsid w:val="00906377"/>
    <w:rsid w:val="00915A57"/>
    <w:rsid w:val="00927DB0"/>
    <w:rsid w:val="009302BF"/>
    <w:rsid w:val="00934F83"/>
    <w:rsid w:val="00937AED"/>
    <w:rsid w:val="00946532"/>
    <w:rsid w:val="009502E3"/>
    <w:rsid w:val="0096589A"/>
    <w:rsid w:val="009669AF"/>
    <w:rsid w:val="00986833"/>
    <w:rsid w:val="00993809"/>
    <w:rsid w:val="009939A8"/>
    <w:rsid w:val="0099502B"/>
    <w:rsid w:val="009A0DDC"/>
    <w:rsid w:val="009B2DE4"/>
    <w:rsid w:val="009B46F7"/>
    <w:rsid w:val="009B5A01"/>
    <w:rsid w:val="009C4483"/>
    <w:rsid w:val="009C74E4"/>
    <w:rsid w:val="009D27DD"/>
    <w:rsid w:val="009D6D1C"/>
    <w:rsid w:val="009E061D"/>
    <w:rsid w:val="009E1C3A"/>
    <w:rsid w:val="009E4465"/>
    <w:rsid w:val="009E5C2E"/>
    <w:rsid w:val="00A05631"/>
    <w:rsid w:val="00A11C01"/>
    <w:rsid w:val="00A1749D"/>
    <w:rsid w:val="00A20232"/>
    <w:rsid w:val="00A25147"/>
    <w:rsid w:val="00A5137E"/>
    <w:rsid w:val="00A51E65"/>
    <w:rsid w:val="00A52418"/>
    <w:rsid w:val="00A646F6"/>
    <w:rsid w:val="00A767B9"/>
    <w:rsid w:val="00A83D58"/>
    <w:rsid w:val="00A942D7"/>
    <w:rsid w:val="00A943F7"/>
    <w:rsid w:val="00A9551D"/>
    <w:rsid w:val="00A96D6A"/>
    <w:rsid w:val="00A975B1"/>
    <w:rsid w:val="00A97902"/>
    <w:rsid w:val="00A97C72"/>
    <w:rsid w:val="00AA1CDE"/>
    <w:rsid w:val="00AC731C"/>
    <w:rsid w:val="00AD468D"/>
    <w:rsid w:val="00AD5115"/>
    <w:rsid w:val="00AD663A"/>
    <w:rsid w:val="00AD6DC4"/>
    <w:rsid w:val="00AD7D7D"/>
    <w:rsid w:val="00AE192D"/>
    <w:rsid w:val="00AE4D0B"/>
    <w:rsid w:val="00AF2482"/>
    <w:rsid w:val="00AF29E4"/>
    <w:rsid w:val="00AF4D7D"/>
    <w:rsid w:val="00AF7927"/>
    <w:rsid w:val="00B01497"/>
    <w:rsid w:val="00B0256F"/>
    <w:rsid w:val="00B06FD4"/>
    <w:rsid w:val="00B1176A"/>
    <w:rsid w:val="00B17742"/>
    <w:rsid w:val="00B17EA3"/>
    <w:rsid w:val="00B37082"/>
    <w:rsid w:val="00B37576"/>
    <w:rsid w:val="00B44394"/>
    <w:rsid w:val="00B44595"/>
    <w:rsid w:val="00B45A90"/>
    <w:rsid w:val="00B503E8"/>
    <w:rsid w:val="00B560BF"/>
    <w:rsid w:val="00B56392"/>
    <w:rsid w:val="00B758E1"/>
    <w:rsid w:val="00B81F05"/>
    <w:rsid w:val="00B85665"/>
    <w:rsid w:val="00B85F22"/>
    <w:rsid w:val="00B877A3"/>
    <w:rsid w:val="00B87834"/>
    <w:rsid w:val="00BA3CAE"/>
    <w:rsid w:val="00BA5CD3"/>
    <w:rsid w:val="00BC4B08"/>
    <w:rsid w:val="00BC62B8"/>
    <w:rsid w:val="00BD3468"/>
    <w:rsid w:val="00BD6518"/>
    <w:rsid w:val="00BE4CAB"/>
    <w:rsid w:val="00BF1576"/>
    <w:rsid w:val="00BF3BD6"/>
    <w:rsid w:val="00BF79A7"/>
    <w:rsid w:val="00C015E2"/>
    <w:rsid w:val="00C01E2F"/>
    <w:rsid w:val="00C26CC0"/>
    <w:rsid w:val="00C27459"/>
    <w:rsid w:val="00C3284C"/>
    <w:rsid w:val="00C36F27"/>
    <w:rsid w:val="00C44AF5"/>
    <w:rsid w:val="00C46BC3"/>
    <w:rsid w:val="00C4741D"/>
    <w:rsid w:val="00C65F4B"/>
    <w:rsid w:val="00C7343B"/>
    <w:rsid w:val="00C8494E"/>
    <w:rsid w:val="00C86207"/>
    <w:rsid w:val="00C8667B"/>
    <w:rsid w:val="00C90012"/>
    <w:rsid w:val="00C926F9"/>
    <w:rsid w:val="00C93EFC"/>
    <w:rsid w:val="00C942C9"/>
    <w:rsid w:val="00CA0608"/>
    <w:rsid w:val="00CA3E4D"/>
    <w:rsid w:val="00CA525F"/>
    <w:rsid w:val="00CA76EA"/>
    <w:rsid w:val="00CB4179"/>
    <w:rsid w:val="00CB6580"/>
    <w:rsid w:val="00CC5D2F"/>
    <w:rsid w:val="00CC7FAE"/>
    <w:rsid w:val="00CD6539"/>
    <w:rsid w:val="00CE26B4"/>
    <w:rsid w:val="00CE513F"/>
    <w:rsid w:val="00D00BF7"/>
    <w:rsid w:val="00D01EB5"/>
    <w:rsid w:val="00D17EF5"/>
    <w:rsid w:val="00D22816"/>
    <w:rsid w:val="00D30000"/>
    <w:rsid w:val="00D3275E"/>
    <w:rsid w:val="00D34188"/>
    <w:rsid w:val="00D34D59"/>
    <w:rsid w:val="00D41F21"/>
    <w:rsid w:val="00D44764"/>
    <w:rsid w:val="00D56878"/>
    <w:rsid w:val="00D60EAA"/>
    <w:rsid w:val="00D8296D"/>
    <w:rsid w:val="00D862D1"/>
    <w:rsid w:val="00D9500B"/>
    <w:rsid w:val="00DA0B9E"/>
    <w:rsid w:val="00DB1E68"/>
    <w:rsid w:val="00DB450B"/>
    <w:rsid w:val="00DB5BA2"/>
    <w:rsid w:val="00DC3CBF"/>
    <w:rsid w:val="00DC491A"/>
    <w:rsid w:val="00DD48FB"/>
    <w:rsid w:val="00DE406D"/>
    <w:rsid w:val="00DF31BC"/>
    <w:rsid w:val="00E0374F"/>
    <w:rsid w:val="00E07CE3"/>
    <w:rsid w:val="00E1030C"/>
    <w:rsid w:val="00E13C1B"/>
    <w:rsid w:val="00E16B10"/>
    <w:rsid w:val="00E21885"/>
    <w:rsid w:val="00E25DD9"/>
    <w:rsid w:val="00E30FB2"/>
    <w:rsid w:val="00E35B0B"/>
    <w:rsid w:val="00E55E9D"/>
    <w:rsid w:val="00E72593"/>
    <w:rsid w:val="00E74B8C"/>
    <w:rsid w:val="00E91416"/>
    <w:rsid w:val="00EB376B"/>
    <w:rsid w:val="00EB5FB2"/>
    <w:rsid w:val="00EC07F8"/>
    <w:rsid w:val="00EC4281"/>
    <w:rsid w:val="00EE7F06"/>
    <w:rsid w:val="00EF19BC"/>
    <w:rsid w:val="00EF7CEC"/>
    <w:rsid w:val="00F00782"/>
    <w:rsid w:val="00F04BBC"/>
    <w:rsid w:val="00F1159E"/>
    <w:rsid w:val="00F13270"/>
    <w:rsid w:val="00F1502D"/>
    <w:rsid w:val="00F37D17"/>
    <w:rsid w:val="00F52CAE"/>
    <w:rsid w:val="00F664D1"/>
    <w:rsid w:val="00F73E6B"/>
    <w:rsid w:val="00F76AFE"/>
    <w:rsid w:val="00F77F25"/>
    <w:rsid w:val="00F846AF"/>
    <w:rsid w:val="00F86105"/>
    <w:rsid w:val="00F90DA5"/>
    <w:rsid w:val="00FA726A"/>
    <w:rsid w:val="00FC2E3E"/>
    <w:rsid w:val="00FE5FB5"/>
    <w:rsid w:val="00FF43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0</TotalTime>
  <Pages>1</Pages>
  <Words>5</Words>
  <Characters>32</Characters>
  <Application>Microsoft Office Outlook</Application>
  <DocSecurity>0</DocSecurity>
  <Lines>0</Lines>
  <Paragraphs>0</Paragraphs>
  <ScaleCrop>false</ScaleCrop>
  <Company>Hewlett-Packard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Fichier exemple : document Word</dc:title>
  <dc:subject/>
  <dc:creator>Olivier DUHAPPART</dc:creator>
  <cp:keywords/>
  <dc:description/>
  <cp:lastModifiedBy>Olivier DUHAPPART</cp:lastModifiedBy>
  <cp:revision>3</cp:revision>
  <dcterms:created xsi:type="dcterms:W3CDTF">2015-09-07T20:29:00Z</dcterms:created>
  <dcterms:modified xsi:type="dcterms:W3CDTF">2015-09-07T20:29:00Z</dcterms:modified>
</cp:coreProperties>
</file>